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086D53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42</w:t>
            </w:r>
            <w:r w:rsidR="002A05FE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UB8</w:t>
            </w:r>
            <w:r w:rsidR="00187CC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2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186A3A" w:rsidP="00367586">
            <w:pPr>
              <w:rPr>
                <w:rFonts w:asciiTheme="minorHAnsi" w:hAnsiTheme="minorHAnsi"/>
                <w:szCs w:val="20"/>
              </w:rPr>
            </w:pPr>
            <w:r w:rsidRPr="00186A3A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5077909" cy="3181350"/>
                  <wp:effectExtent l="19050" t="0" r="8441" b="0"/>
                  <wp:docPr id="4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그림 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11879" t="13314" r="10984" b="26646"/>
                          <a:stretch/>
                        </pic:blipFill>
                        <pic:spPr>
                          <a:xfrm>
                            <a:off x="0" y="0"/>
                            <a:ext cx="5083841" cy="3185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9647F2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Web prohlížeč, 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FB64C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Ne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86D53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</w:t>
            </w:r>
            <w:r w:rsidR="000A020C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 (100 Hz)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A92BD7" w:rsidRDefault="000A020C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Netcast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9811AE" w:rsidRDefault="000A020C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20W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FB64C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Ano - </w:t>
            </w:r>
            <w:r w:rsidR="00B0098F">
              <w:rPr>
                <w:b/>
                <w:bCs/>
                <w:sz w:val="18"/>
                <w:szCs w:val="18"/>
              </w:rPr>
              <w:t>če</w:t>
            </w:r>
            <w:r>
              <w:rPr>
                <w:b/>
                <w:bCs/>
                <w:sz w:val="18"/>
                <w:szCs w:val="18"/>
              </w:rPr>
              <w:t>rný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FB64CC" w:rsidP="00685E91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 ks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EA7C67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</w:t>
            </w:r>
            <w:r w:rsidR="00EE52AD">
              <w:rPr>
                <w:b/>
                <w:bCs/>
                <w:sz w:val="18"/>
                <w:szCs w:val="18"/>
              </w:rPr>
              <w:t xml:space="preserve"> </w:t>
            </w:r>
            <w:r w:rsidR="000A020C">
              <w:rPr>
                <w:b/>
                <w:bCs/>
                <w:sz w:val="18"/>
                <w:szCs w:val="18"/>
              </w:rPr>
              <w:t>/ 0,3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1E2CA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9A0ED8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951x569</w:t>
            </w:r>
            <w:r w:rsidR="00EA7C67" w:rsidRPr="00EA7C67">
              <w:rPr>
                <w:b/>
                <w:bCs/>
                <w:sz w:val="18"/>
                <w:szCs w:val="18"/>
              </w:rPr>
              <w:t>x5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EA7C67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A7C67">
              <w:rPr>
                <w:b/>
                <w:bCs/>
                <w:sz w:val="18"/>
                <w:szCs w:val="18"/>
              </w:rPr>
              <w:t>1050x650x145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EA7C67" w:rsidP="006A0B05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12,1</w:t>
            </w:r>
            <w:r w:rsidR="000A020C"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z w:val="18"/>
                <w:szCs w:val="18"/>
              </w:rPr>
              <w:t>14,1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9"/>
      <w:headerReference w:type="default" r:id="rId10"/>
      <w:footerReference w:type="default" r:id="rId11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2C5" w:rsidRDefault="008B62C5" w:rsidP="007B4DE6">
      <w:r>
        <w:separator/>
      </w:r>
    </w:p>
  </w:endnote>
  <w:endnote w:type="continuationSeparator" w:id="0">
    <w:p w:rsidR="008B62C5" w:rsidRDefault="008B62C5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6A0B05" w:rsidP="00B0098F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6A0B05">
            <w:rPr>
              <w:rFonts w:ascii="BryantLG Bold" w:hAnsi="BryantLG Bold"/>
              <w:color w:val="808080"/>
              <w:sz w:val="22"/>
            </w:rPr>
            <w:t>88</w:t>
          </w:r>
          <w:r w:rsidR="00B0098F">
            <w:rPr>
              <w:rFonts w:ascii="BryantLG Bold" w:hAnsi="BryantLG Bold"/>
              <w:color w:val="808080"/>
              <w:sz w:val="22"/>
            </w:rPr>
            <w:t>88888888888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2C5" w:rsidRDefault="008B62C5" w:rsidP="007B4DE6">
      <w:r>
        <w:separator/>
      </w:r>
    </w:p>
  </w:footnote>
  <w:footnote w:type="continuationSeparator" w:id="0">
    <w:p w:rsidR="008B62C5" w:rsidRDefault="008B62C5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FB64CC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4954905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6240780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4C58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4C58">
      <w:rPr>
        <w:color w:val="808080" w:themeColor="background1" w:themeShade="80"/>
      </w:rPr>
      <w:tab/>
    </w:r>
    <w:r w:rsidR="00B34C58">
      <w:rPr>
        <w:color w:val="808080" w:themeColor="background1" w:themeShade="80"/>
      </w:rPr>
      <w:tab/>
    </w:r>
    <w:r w:rsidR="00B34C58">
      <w:rPr>
        <w:color w:val="808080" w:themeColor="background1" w:themeShade="80"/>
      </w:rPr>
      <w:tab/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236A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3819"/>
    <w:rsid w:val="00034F6E"/>
    <w:rsid w:val="00035871"/>
    <w:rsid w:val="00040E03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5C3A"/>
    <w:rsid w:val="00086D53"/>
    <w:rsid w:val="00087FF6"/>
    <w:rsid w:val="00095FFC"/>
    <w:rsid w:val="000965E5"/>
    <w:rsid w:val="000A020C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6A3A"/>
    <w:rsid w:val="00187CCF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5FE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B55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C35AA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6B30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1B73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2554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5E91"/>
    <w:rsid w:val="00686225"/>
    <w:rsid w:val="006874E7"/>
    <w:rsid w:val="00691670"/>
    <w:rsid w:val="0069295A"/>
    <w:rsid w:val="00693335"/>
    <w:rsid w:val="006A0B0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54E8"/>
    <w:rsid w:val="00737420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2C5"/>
    <w:rsid w:val="008B674A"/>
    <w:rsid w:val="008B7A20"/>
    <w:rsid w:val="008C0D4C"/>
    <w:rsid w:val="008C6C21"/>
    <w:rsid w:val="008C6CEE"/>
    <w:rsid w:val="008E138C"/>
    <w:rsid w:val="008E1CCF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0ED8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1204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268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3EA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098F"/>
    <w:rsid w:val="00B05D18"/>
    <w:rsid w:val="00B065E9"/>
    <w:rsid w:val="00B150C4"/>
    <w:rsid w:val="00B220AA"/>
    <w:rsid w:val="00B2530D"/>
    <w:rsid w:val="00B27205"/>
    <w:rsid w:val="00B31BB9"/>
    <w:rsid w:val="00B3266A"/>
    <w:rsid w:val="00B33639"/>
    <w:rsid w:val="00B33C4C"/>
    <w:rsid w:val="00B34C58"/>
    <w:rsid w:val="00B50A22"/>
    <w:rsid w:val="00B53CA8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A7C67"/>
    <w:rsid w:val="00EB0532"/>
    <w:rsid w:val="00EB3EF1"/>
    <w:rsid w:val="00EB5EAA"/>
    <w:rsid w:val="00EC28E9"/>
    <w:rsid w:val="00ED690E"/>
    <w:rsid w:val="00EE36B1"/>
    <w:rsid w:val="00EE52AD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B64CC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2363A-54C7-4ADD-93B0-18C9117D8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4</cp:revision>
  <cp:lastPrinted>2014-02-25T10:08:00Z</cp:lastPrinted>
  <dcterms:created xsi:type="dcterms:W3CDTF">2014-06-02T13:30:00Z</dcterms:created>
  <dcterms:modified xsi:type="dcterms:W3CDTF">2014-06-02T13:44:00Z</dcterms:modified>
</cp:coreProperties>
</file>